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BA" w:rsidRDefault="000472BA" w:rsidP="001E4552">
      <w:pPr>
        <w:ind w:right="-285" w:firstLine="3969"/>
        <w:rPr>
          <w:sz w:val="32"/>
        </w:rPr>
      </w:pPr>
      <w:r w:rsidRPr="00FA42FC">
        <w:rPr>
          <w:b/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1in" o:ole="" filled="t" fillcolor="yellow">
            <v:imagedata r:id="rId7" o:title=""/>
          </v:shape>
          <o:OLEObject Type="Embed" ProgID="Word.Picture.8" ShapeID="_x0000_i1025" DrawAspect="Content" ObjectID="_1722413285" r:id="rId8"/>
        </w:object>
      </w:r>
    </w:p>
    <w:p w:rsidR="000472BA" w:rsidRDefault="000472BA" w:rsidP="001E4552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0472BA" w:rsidRDefault="000472BA" w:rsidP="001E4552">
      <w:pPr>
        <w:pStyle w:val="Subtitle"/>
        <w:tabs>
          <w:tab w:val="left" w:pos="5387"/>
        </w:tabs>
      </w:pPr>
      <w:r>
        <w:t>Брянская область</w:t>
      </w:r>
    </w:p>
    <w:p w:rsidR="000472BA" w:rsidRDefault="000472BA" w:rsidP="001E4552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0472BA" w:rsidRDefault="000472BA" w:rsidP="001E4552">
      <w:pPr>
        <w:pStyle w:val="Subtitle"/>
        <w:tabs>
          <w:tab w:val="left" w:pos="2127"/>
        </w:tabs>
        <w:outlineLvl w:val="0"/>
      </w:pPr>
      <w:r>
        <w:t>РЕШЕНИЕ</w:t>
      </w:r>
    </w:p>
    <w:p w:rsidR="000472BA" w:rsidRDefault="000472BA" w:rsidP="001E4552">
      <w:pPr>
        <w:pStyle w:val="Plain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</w:p>
    <w:p w:rsidR="000472BA" w:rsidRDefault="000472BA" w:rsidP="001E4552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26 августа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0472BA" w:rsidRDefault="000472BA" w:rsidP="001E4552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0472BA" w:rsidRDefault="000472BA" w:rsidP="001E4552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right="4251"/>
        <w:jc w:val="both"/>
        <w:rPr>
          <w:rFonts w:ascii="Arial" w:hAnsi="Arial" w:cs="Arial"/>
          <w:sz w:val="28"/>
          <w:szCs w:val="28"/>
        </w:rPr>
      </w:pPr>
      <w:r w:rsidRPr="00F579A6">
        <w:rPr>
          <w:spacing w:val="-3"/>
          <w:sz w:val="28"/>
          <w:szCs w:val="28"/>
        </w:rPr>
        <w:t>О пе</w:t>
      </w:r>
      <w:r>
        <w:rPr>
          <w:spacing w:val="-3"/>
          <w:sz w:val="28"/>
          <w:szCs w:val="28"/>
        </w:rPr>
        <w:t xml:space="preserve">редаче администрации </w:t>
      </w:r>
      <w:r w:rsidRPr="00F579A6">
        <w:rPr>
          <w:sz w:val="28"/>
          <w:szCs w:val="28"/>
        </w:rPr>
        <w:t>Мглинского района    полномочий Мглинского городского поселения</w:t>
      </w:r>
      <w:r>
        <w:rPr>
          <w:sz w:val="28"/>
          <w:szCs w:val="28"/>
        </w:rPr>
        <w:t xml:space="preserve"> по осуществлению муниципального контроля </w:t>
      </w:r>
      <w:r w:rsidRPr="00F579A6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 w:rsidRPr="00F579A6">
        <w:rPr>
          <w:rFonts w:ascii="Arial" w:hAnsi="Arial" w:cs="Arial"/>
          <w:sz w:val="28"/>
          <w:szCs w:val="28"/>
        </w:rPr>
        <w:tab/>
      </w:r>
    </w:p>
    <w:p w:rsidR="000472BA" w:rsidRDefault="000472BA" w:rsidP="00F579A6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right="4251"/>
        <w:rPr>
          <w:rFonts w:ascii="Arial" w:hAnsi="Arial" w:cs="Arial"/>
          <w:sz w:val="28"/>
          <w:szCs w:val="28"/>
        </w:rPr>
      </w:pPr>
    </w:p>
    <w:p w:rsidR="000472BA" w:rsidRPr="00B220BE" w:rsidRDefault="000472BA" w:rsidP="00F579A6">
      <w:pPr>
        <w:shd w:val="clear" w:color="auto" w:fill="FFFFFF"/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220BE">
        <w:rPr>
          <w:sz w:val="28"/>
          <w:szCs w:val="28"/>
        </w:rPr>
        <w:t xml:space="preserve">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Федерации»,на основании  решения Совета народных депут</w:t>
      </w:r>
      <w:r>
        <w:rPr>
          <w:sz w:val="28"/>
          <w:szCs w:val="28"/>
        </w:rPr>
        <w:t xml:space="preserve">атов города Мглина, </w:t>
      </w:r>
      <w:r w:rsidRPr="00B220BE">
        <w:rPr>
          <w:sz w:val="28"/>
          <w:szCs w:val="28"/>
        </w:rPr>
        <w:t>Мглинский районный Совет народных депутатов</w:t>
      </w:r>
    </w:p>
    <w:p w:rsidR="000472BA" w:rsidRPr="00F579A6" w:rsidRDefault="000472BA" w:rsidP="00F579A6">
      <w:pPr>
        <w:shd w:val="clear" w:color="auto" w:fill="FFFFFF"/>
        <w:tabs>
          <w:tab w:val="left" w:leader="underscore" w:pos="9566"/>
          <w:tab w:val="left" w:leader="underscore" w:pos="10296"/>
        </w:tabs>
        <w:jc w:val="both"/>
        <w:rPr>
          <w:spacing w:val="-10"/>
          <w:sz w:val="28"/>
          <w:szCs w:val="28"/>
        </w:rPr>
      </w:pPr>
      <w:r w:rsidRPr="00F579A6">
        <w:rPr>
          <w:spacing w:val="-10"/>
          <w:sz w:val="28"/>
          <w:szCs w:val="28"/>
        </w:rPr>
        <w:t>РЕШИЛ:</w:t>
      </w:r>
    </w:p>
    <w:p w:rsidR="000472BA" w:rsidRPr="00F579A6" w:rsidRDefault="000472BA" w:rsidP="00F579A6">
      <w:pPr>
        <w:shd w:val="clear" w:color="auto" w:fill="FFFFFF"/>
        <w:tabs>
          <w:tab w:val="left" w:pos="1248"/>
          <w:tab w:val="left" w:pos="7655"/>
        </w:tabs>
        <w:jc w:val="both"/>
      </w:pPr>
      <w:r w:rsidRPr="00F579A6">
        <w:rPr>
          <w:spacing w:val="-15"/>
          <w:sz w:val="28"/>
          <w:szCs w:val="28"/>
        </w:rPr>
        <w:t xml:space="preserve">    1. </w:t>
      </w:r>
      <w:r w:rsidRPr="00F579A6">
        <w:rPr>
          <w:sz w:val="28"/>
          <w:szCs w:val="28"/>
        </w:rPr>
        <w:t xml:space="preserve"> П</w:t>
      </w:r>
      <w:r>
        <w:rPr>
          <w:sz w:val="28"/>
          <w:szCs w:val="28"/>
        </w:rPr>
        <w:t>ринять   полномочия</w:t>
      </w:r>
      <w:r w:rsidRPr="00F579A6">
        <w:rPr>
          <w:sz w:val="28"/>
          <w:szCs w:val="28"/>
        </w:rPr>
        <w:t>Мглинского городского поселения</w:t>
      </w:r>
      <w:r w:rsidRPr="00F579A6">
        <w:rPr>
          <w:bCs/>
          <w:sz w:val="28"/>
          <w:szCs w:val="28"/>
        </w:rPr>
        <w:t>по осуществлению  муниципального</w:t>
      </w:r>
      <w:r w:rsidRPr="00F579A6">
        <w:rPr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  с  передачей необходимых для </w:t>
      </w:r>
      <w:r w:rsidRPr="00F579A6">
        <w:rPr>
          <w:spacing w:val="-2"/>
          <w:sz w:val="28"/>
          <w:szCs w:val="28"/>
        </w:rPr>
        <w:t>осуществления этих по</w:t>
      </w:r>
      <w:r>
        <w:rPr>
          <w:spacing w:val="-2"/>
          <w:sz w:val="28"/>
          <w:szCs w:val="28"/>
        </w:rPr>
        <w:t>лномочий  финансовых средств</w:t>
      </w:r>
      <w:r w:rsidRPr="00F579A6">
        <w:rPr>
          <w:spacing w:val="-3"/>
          <w:sz w:val="28"/>
          <w:szCs w:val="28"/>
        </w:rPr>
        <w:t>.</w:t>
      </w:r>
      <w:r w:rsidRPr="00F579A6">
        <w:rPr>
          <w:rFonts w:ascii="Arial" w:cs="Arial"/>
          <w:sz w:val="28"/>
          <w:szCs w:val="28"/>
        </w:rPr>
        <w:tab/>
      </w:r>
    </w:p>
    <w:p w:rsidR="000472BA" w:rsidRPr="00F579A6" w:rsidRDefault="000472BA" w:rsidP="00F579A6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jc w:val="both"/>
      </w:pPr>
      <w:r w:rsidRPr="00F579A6">
        <w:rPr>
          <w:spacing w:val="-10"/>
          <w:sz w:val="28"/>
          <w:szCs w:val="28"/>
        </w:rPr>
        <w:t xml:space="preserve">    2. </w:t>
      </w:r>
      <w:r w:rsidRPr="00F579A6">
        <w:rPr>
          <w:spacing w:val="-2"/>
          <w:sz w:val="28"/>
          <w:szCs w:val="28"/>
        </w:rPr>
        <w:t xml:space="preserve">Заключить соглашения о передаче </w:t>
      </w:r>
      <w:r>
        <w:rPr>
          <w:spacing w:val="-2"/>
          <w:sz w:val="28"/>
          <w:szCs w:val="28"/>
        </w:rPr>
        <w:t>администрации Мглинского района</w:t>
      </w:r>
      <w:r w:rsidRPr="00F579A6">
        <w:rPr>
          <w:spacing w:val="-1"/>
          <w:sz w:val="28"/>
          <w:szCs w:val="28"/>
        </w:rPr>
        <w:t xml:space="preserve"> полномочий </w:t>
      </w:r>
      <w:r w:rsidRPr="00F579A6">
        <w:rPr>
          <w:sz w:val="28"/>
          <w:szCs w:val="28"/>
        </w:rPr>
        <w:t>Мглинского городского поселения</w:t>
      </w:r>
      <w:r w:rsidRPr="00F579A6">
        <w:rPr>
          <w:spacing w:val="-1"/>
          <w:sz w:val="28"/>
          <w:szCs w:val="28"/>
        </w:rPr>
        <w:t xml:space="preserve"> по осуществлению </w:t>
      </w:r>
      <w:r w:rsidRPr="00F579A6">
        <w:rPr>
          <w:bCs/>
          <w:sz w:val="28"/>
          <w:szCs w:val="28"/>
        </w:rPr>
        <w:t>муниципального</w:t>
      </w:r>
      <w:r w:rsidRPr="00F579A6">
        <w:rPr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>
        <w:rPr>
          <w:sz w:val="28"/>
          <w:szCs w:val="28"/>
        </w:rPr>
        <w:t>.</w:t>
      </w:r>
      <w:r w:rsidRPr="00F579A6">
        <w:rPr>
          <w:rFonts w:ascii="Arial" w:hAnsi="Arial" w:cs="Arial"/>
          <w:sz w:val="28"/>
          <w:szCs w:val="28"/>
        </w:rPr>
        <w:tab/>
      </w:r>
      <w:r w:rsidRPr="00F579A6">
        <w:rPr>
          <w:spacing w:val="-3"/>
          <w:sz w:val="28"/>
          <w:szCs w:val="28"/>
        </w:rPr>
        <w:t>.</w:t>
      </w:r>
    </w:p>
    <w:p w:rsidR="000472BA" w:rsidRPr="00F579A6" w:rsidRDefault="000472BA" w:rsidP="00F579A6">
      <w:pPr>
        <w:shd w:val="clear" w:color="auto" w:fill="FFFFFF"/>
        <w:tabs>
          <w:tab w:val="left" w:pos="1176"/>
        </w:tabs>
        <w:jc w:val="both"/>
        <w:rPr>
          <w:spacing w:val="-1"/>
          <w:sz w:val="28"/>
          <w:szCs w:val="28"/>
        </w:rPr>
      </w:pPr>
      <w:r w:rsidRPr="00F579A6">
        <w:rPr>
          <w:spacing w:val="-15"/>
          <w:sz w:val="28"/>
          <w:szCs w:val="28"/>
        </w:rPr>
        <w:t xml:space="preserve">   3. </w:t>
      </w:r>
      <w:r w:rsidRPr="00F579A6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 с </w:t>
      </w:r>
      <w:r>
        <w:rPr>
          <w:spacing w:val="-22"/>
          <w:sz w:val="28"/>
          <w:szCs w:val="28"/>
        </w:rPr>
        <w:t>01</w:t>
      </w:r>
      <w:r>
        <w:rPr>
          <w:spacing w:val="-1"/>
          <w:sz w:val="28"/>
          <w:szCs w:val="28"/>
        </w:rPr>
        <w:t xml:space="preserve"> сентября2022</w:t>
      </w:r>
      <w:r w:rsidRPr="00F579A6">
        <w:rPr>
          <w:spacing w:val="-1"/>
          <w:sz w:val="28"/>
          <w:szCs w:val="28"/>
        </w:rPr>
        <w:t xml:space="preserve"> года.  </w:t>
      </w:r>
    </w:p>
    <w:p w:rsidR="000472BA" w:rsidRPr="00F579A6" w:rsidRDefault="000472BA" w:rsidP="00F579A6">
      <w:pPr>
        <w:shd w:val="clear" w:color="auto" w:fill="FFFFFF"/>
        <w:tabs>
          <w:tab w:val="left" w:pos="9830"/>
        </w:tabs>
        <w:jc w:val="both"/>
        <w:rPr>
          <w:sz w:val="28"/>
          <w:szCs w:val="28"/>
        </w:rPr>
      </w:pPr>
      <w:r w:rsidRPr="00F579A6">
        <w:rPr>
          <w:spacing w:val="-2"/>
          <w:sz w:val="28"/>
          <w:szCs w:val="28"/>
        </w:rPr>
        <w:t xml:space="preserve">  4.</w:t>
      </w:r>
      <w:r w:rsidRPr="00F579A6">
        <w:rPr>
          <w:sz w:val="28"/>
          <w:szCs w:val="28"/>
        </w:rPr>
        <w:t xml:space="preserve">Настоящее решение опубликовать в официальном издании «Муниципальный вестник» и разместить на официальном сайте </w:t>
      </w:r>
      <w:r>
        <w:rPr>
          <w:sz w:val="28"/>
          <w:szCs w:val="28"/>
        </w:rPr>
        <w:t>муниципального образования Мглинский район</w:t>
      </w:r>
      <w:r w:rsidRPr="00F579A6">
        <w:rPr>
          <w:sz w:val="28"/>
          <w:szCs w:val="28"/>
        </w:rPr>
        <w:t xml:space="preserve"> в сети Интернет (</w:t>
      </w:r>
      <w:r w:rsidRPr="00F579A6">
        <w:rPr>
          <w:sz w:val="28"/>
          <w:szCs w:val="28"/>
          <w:lang w:val="en-US"/>
        </w:rPr>
        <w:t>www</w:t>
      </w:r>
      <w:r w:rsidRPr="00F579A6">
        <w:rPr>
          <w:sz w:val="28"/>
          <w:szCs w:val="28"/>
        </w:rPr>
        <w:t>.</w:t>
      </w:r>
      <w:r w:rsidRPr="00F579A6">
        <w:rPr>
          <w:sz w:val="28"/>
          <w:szCs w:val="28"/>
          <w:lang w:val="en-US"/>
        </w:rPr>
        <w:t>mgladm</w:t>
      </w:r>
      <w:r w:rsidRPr="00F579A6">
        <w:rPr>
          <w:sz w:val="28"/>
          <w:szCs w:val="28"/>
        </w:rPr>
        <w:t>.</w:t>
      </w:r>
      <w:r w:rsidRPr="00F579A6">
        <w:rPr>
          <w:sz w:val="28"/>
          <w:szCs w:val="28"/>
          <w:lang w:val="en-US"/>
        </w:rPr>
        <w:t>ru</w:t>
      </w:r>
      <w:r w:rsidRPr="00F579A6">
        <w:rPr>
          <w:sz w:val="28"/>
          <w:szCs w:val="28"/>
        </w:rPr>
        <w:t>).</w:t>
      </w:r>
    </w:p>
    <w:p w:rsidR="000472BA" w:rsidRPr="00F579A6" w:rsidRDefault="000472B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0472BA" w:rsidRPr="00F579A6" w:rsidRDefault="000472B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F579A6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0472BA" w:rsidRPr="00F579A6" w:rsidRDefault="000472B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0472BA" w:rsidRPr="00F579A6" w:rsidRDefault="000472BA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0472BA" w:rsidRPr="00F579A6" w:rsidRDefault="000472BA" w:rsidP="00F579A6">
      <w:pPr>
        <w:framePr w:h="403" w:hRule="exact" w:hSpace="38" w:wrap="auto" w:vAnchor="text" w:hAnchor="text" w:x="207" w:y="553"/>
        <w:shd w:val="clear" w:color="auto" w:fill="FFFFFF"/>
      </w:pPr>
    </w:p>
    <w:p w:rsidR="000472BA" w:rsidRPr="00026F2B" w:rsidRDefault="000472BA" w:rsidP="006A0322">
      <w:pPr>
        <w:shd w:val="clear" w:color="auto" w:fill="FFFFFF"/>
        <w:spacing w:line="312" w:lineRule="exact"/>
        <w:ind w:left="192" w:firstLine="505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26F2B">
        <w:rPr>
          <w:sz w:val="28"/>
          <w:szCs w:val="28"/>
        </w:rPr>
        <w:t xml:space="preserve">Приложение </w:t>
      </w:r>
    </w:p>
    <w:p w:rsidR="000472BA" w:rsidRDefault="000472BA" w:rsidP="006A0322">
      <w:pPr>
        <w:shd w:val="clear" w:color="auto" w:fill="FFFFFF"/>
        <w:spacing w:line="312" w:lineRule="exact"/>
        <w:ind w:left="192" w:firstLine="5053"/>
        <w:rPr>
          <w:sz w:val="28"/>
          <w:szCs w:val="28"/>
        </w:rPr>
      </w:pPr>
      <w:r w:rsidRPr="00026F2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Мглинского районного</w:t>
      </w:r>
    </w:p>
    <w:p w:rsidR="000472BA" w:rsidRPr="00026F2B" w:rsidRDefault="000472BA" w:rsidP="006A0322">
      <w:pPr>
        <w:shd w:val="clear" w:color="auto" w:fill="FFFFFF"/>
        <w:spacing w:line="312" w:lineRule="exact"/>
        <w:ind w:left="192" w:firstLine="5053"/>
        <w:rPr>
          <w:sz w:val="28"/>
          <w:szCs w:val="28"/>
        </w:rPr>
      </w:pPr>
      <w:r w:rsidRPr="00026F2B">
        <w:rPr>
          <w:sz w:val="28"/>
          <w:szCs w:val="28"/>
        </w:rPr>
        <w:t>Совета народных депутатов</w:t>
      </w:r>
    </w:p>
    <w:p w:rsidR="000472BA" w:rsidRDefault="000472BA" w:rsidP="006A0322">
      <w:pPr>
        <w:shd w:val="clear" w:color="auto" w:fill="FFFFFF"/>
        <w:spacing w:line="312" w:lineRule="exact"/>
        <w:ind w:left="192" w:firstLine="5053"/>
        <w:rPr>
          <w:sz w:val="28"/>
          <w:szCs w:val="28"/>
        </w:rPr>
      </w:pPr>
      <w:r>
        <w:rPr>
          <w:sz w:val="28"/>
          <w:szCs w:val="28"/>
        </w:rPr>
        <w:t>от ___________ 2022</w:t>
      </w:r>
      <w:r w:rsidRPr="00026F2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____</w:t>
      </w:r>
    </w:p>
    <w:p w:rsidR="000472BA" w:rsidRDefault="000472BA" w:rsidP="00F2135C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0472BA" w:rsidRDefault="000472BA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0472BA" w:rsidRPr="0093343C" w:rsidRDefault="000472BA" w:rsidP="003350B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приеме-передаче полномочий по осуществлению  муниципального </w:t>
      </w:r>
      <w:r w:rsidRPr="0093343C">
        <w:rPr>
          <w:b/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</w:p>
    <w:p w:rsidR="000472BA" w:rsidRPr="002B743B" w:rsidRDefault="000472BA" w:rsidP="00ED09AA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>г.Мглин                                                                                         « »</w:t>
      </w:r>
      <w:r w:rsidRPr="002B743B"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2022 г.</w:t>
      </w:r>
    </w:p>
    <w:p w:rsidR="000472BA" w:rsidRDefault="000472BA" w:rsidP="00ED09AA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Подвербного Геннадия Федоровича,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Резунова Александра Григорьевича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>Федеральным законом от 06.10.2003г. №131-Ф3 «Об общих принципах организации местного самоуправления в Российской Федерации»,</w:t>
      </w:r>
      <w:r w:rsidRPr="00FF7147">
        <w:rPr>
          <w:sz w:val="28"/>
          <w:szCs w:val="28"/>
        </w:rPr>
        <w:t>Федеральным законом от 31.07.2020</w:t>
      </w:r>
      <w:r>
        <w:rPr>
          <w:sz w:val="28"/>
          <w:szCs w:val="28"/>
        </w:rPr>
        <w:t xml:space="preserve"> г.</w:t>
      </w:r>
      <w:r w:rsidRPr="00FF7147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 и на основании решения Совета народных депутатов города Мглина и решения Мглинского районного Совета народных депутатов</w:t>
      </w:r>
      <w:r>
        <w:rPr>
          <w:spacing w:val="-1"/>
          <w:sz w:val="28"/>
          <w:szCs w:val="28"/>
        </w:rPr>
        <w:t>, заключили настоящее Соглашение о нижеследующем.</w:t>
      </w:r>
    </w:p>
    <w:p w:rsidR="000472BA" w:rsidRDefault="000472BA" w:rsidP="005C3B42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0472BA" w:rsidRDefault="000472BA" w:rsidP="005C3B42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0472BA" w:rsidRDefault="000472BA" w:rsidP="005C3B42">
      <w:pPr>
        <w:shd w:val="clear" w:color="auto" w:fill="FFFFFF"/>
        <w:ind w:left="3326"/>
      </w:pPr>
    </w:p>
    <w:p w:rsidR="000472BA" w:rsidRDefault="000472BA" w:rsidP="00C532D4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</w:t>
      </w:r>
      <w:r>
        <w:rPr>
          <w:sz w:val="28"/>
          <w:szCs w:val="28"/>
        </w:rPr>
        <w:t xml:space="preserve">полномочий Мглинского городского поселения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в Мглинском городском поселении Мглинского </w:t>
      </w:r>
      <w:r w:rsidRPr="00DB71F9">
        <w:rPr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0472BA" w:rsidRDefault="000472BA" w:rsidP="00C532D4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  <w:rPr>
          <w:spacing w:val="-10"/>
          <w:sz w:val="28"/>
          <w:szCs w:val="28"/>
        </w:rPr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>Администрации Мглинского района передаются полномочия Мглинского городского поселения</w:t>
      </w:r>
      <w:bookmarkStart w:id="0" w:name="_GoBack"/>
      <w:bookmarkEnd w:id="0"/>
      <w:r>
        <w:rPr>
          <w:sz w:val="28"/>
          <w:szCs w:val="28"/>
        </w:rPr>
        <w:t xml:space="preserve"> по </w:t>
      </w:r>
      <w:r w:rsidRPr="00E64BC1">
        <w:rPr>
          <w:bCs/>
          <w:sz w:val="28"/>
          <w:szCs w:val="28"/>
        </w:rPr>
        <w:t>осуществлению  муниципального</w:t>
      </w:r>
      <w:r>
        <w:rPr>
          <w:sz w:val="28"/>
          <w:szCs w:val="28"/>
        </w:rPr>
        <w:t xml:space="preserve"> контроля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в Мглинском городском поселении Мглинского </w:t>
      </w:r>
      <w:r w:rsidRPr="00DB71F9">
        <w:rPr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 xml:space="preserve"> в соответствии с Федеральным законом от 31.07.2020№ 248-ФЗ «О государственном контроле (на</w:t>
      </w:r>
      <w:r>
        <w:rPr>
          <w:position w:val="-1"/>
          <w:sz w:val="28"/>
          <w:szCs w:val="28"/>
        </w:rPr>
        <w:t>д</w:t>
      </w:r>
      <w:r>
        <w:rPr>
          <w:sz w:val="28"/>
          <w:szCs w:val="28"/>
        </w:rPr>
        <w:t xml:space="preserve">зоре) и муниципальном контроле в Российской </w:t>
      </w:r>
      <w:r>
        <w:rPr>
          <w:spacing w:val="-2"/>
          <w:sz w:val="28"/>
          <w:szCs w:val="28"/>
        </w:rPr>
        <w:t>Федерации».</w:t>
      </w:r>
    </w:p>
    <w:p w:rsidR="000472BA" w:rsidRDefault="000472BA" w:rsidP="00ED09AA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Полномочия и обязанности  Администрации Мглинского района, осуществляющей полномочия  Мглинского городского поселения</w:t>
      </w:r>
    </w:p>
    <w:p w:rsidR="000472BA" w:rsidRDefault="000472BA" w:rsidP="005C3B42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0472BA" w:rsidRDefault="000472BA" w:rsidP="005C3B42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>2.1. Администрация Мглинского района, осуществляющая  полномочия Мглинского городского поселения:</w:t>
      </w:r>
    </w:p>
    <w:p w:rsidR="000472BA" w:rsidRDefault="000472BA" w:rsidP="00ED09AA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2.1.1.</w:t>
      </w:r>
      <w:r>
        <w:rPr>
          <w:sz w:val="28"/>
          <w:szCs w:val="28"/>
        </w:rPr>
        <w:t xml:space="preserve"> передает иные межбюджетные  трансферты бюджету района на осуществление переданных полномочий;</w:t>
      </w:r>
    </w:p>
    <w:p w:rsidR="000472BA" w:rsidRDefault="000472BA" w:rsidP="00ED09AA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получает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0472BA" w:rsidRDefault="000472BA" w:rsidP="00ED09AA">
      <w:pPr>
        <w:numPr>
          <w:ilvl w:val="0"/>
          <w:numId w:val="6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имеет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0472BA" w:rsidRPr="00983FE1" w:rsidRDefault="000472BA" w:rsidP="00983FE1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взыскивает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0472BA" w:rsidRPr="00983FE1" w:rsidRDefault="000472BA" w:rsidP="00ED2221">
      <w:pPr>
        <w:pStyle w:val="ListParagraph"/>
        <w:numPr>
          <w:ilvl w:val="1"/>
          <w:numId w:val="12"/>
        </w:numPr>
        <w:tabs>
          <w:tab w:val="left" w:pos="1341"/>
        </w:tabs>
        <w:adjustRightInd/>
        <w:ind w:left="0" w:firstLine="567"/>
        <w:jc w:val="both"/>
        <w:rPr>
          <w:sz w:val="28"/>
          <w:szCs w:val="28"/>
        </w:rPr>
      </w:pPr>
      <w:r w:rsidRPr="00983FE1">
        <w:rPr>
          <w:sz w:val="28"/>
          <w:szCs w:val="28"/>
        </w:rPr>
        <w:t>До</w:t>
      </w:r>
      <w:r>
        <w:rPr>
          <w:sz w:val="28"/>
          <w:szCs w:val="28"/>
        </w:rPr>
        <w:t>лжностные лица, уполномоченные А</w:t>
      </w:r>
      <w:r w:rsidRPr="00983FE1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Мглинского </w:t>
      </w:r>
      <w:r w:rsidRPr="00983FE1">
        <w:rPr>
          <w:sz w:val="28"/>
          <w:szCs w:val="28"/>
        </w:rPr>
        <w:t xml:space="preserve">района, при осуществлении </w:t>
      </w:r>
      <w:r>
        <w:rPr>
          <w:sz w:val="28"/>
          <w:szCs w:val="28"/>
        </w:rPr>
        <w:t>муниципального контроля</w:t>
      </w:r>
      <w:r w:rsidRPr="00DB71F9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>в Мглинском городском поселении Мглинского  района Брянской области</w:t>
      </w:r>
      <w:r w:rsidRPr="00983FE1">
        <w:rPr>
          <w:sz w:val="28"/>
          <w:szCs w:val="28"/>
        </w:rPr>
        <w:t xml:space="preserve"> имеют права, обязанности и несут ответственность в соответствии с Федеральным законом от 31.07.2020</w:t>
      </w:r>
      <w:r>
        <w:rPr>
          <w:sz w:val="28"/>
          <w:szCs w:val="28"/>
        </w:rPr>
        <w:t xml:space="preserve"> г.</w:t>
      </w:r>
      <w:r w:rsidRPr="0051657C">
        <w:rPr>
          <w:sz w:val="28"/>
          <w:szCs w:val="28"/>
        </w:rPr>
        <w:t>№</w:t>
      </w:r>
      <w:r w:rsidRPr="00983FE1">
        <w:rPr>
          <w:sz w:val="28"/>
          <w:szCs w:val="28"/>
        </w:rPr>
        <w:t>248-ФЗ «О государственном контроле (надзоре) и муниципальном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контроле в Российской Федерации» и иными федеральными</w:t>
      </w:r>
      <w:r>
        <w:rPr>
          <w:sz w:val="28"/>
          <w:szCs w:val="28"/>
        </w:rPr>
        <w:t xml:space="preserve"> </w:t>
      </w:r>
      <w:r w:rsidRPr="00983FE1">
        <w:rPr>
          <w:sz w:val="28"/>
          <w:szCs w:val="28"/>
        </w:rPr>
        <w:t>законами.</w:t>
      </w:r>
    </w:p>
    <w:p w:rsidR="000472BA" w:rsidRDefault="000472BA" w:rsidP="005C3B42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3.Полномочия и обязанности Администрации  Мглинского района</w:t>
      </w:r>
    </w:p>
    <w:p w:rsidR="000472BA" w:rsidRDefault="000472BA" w:rsidP="00ED09AA">
      <w:pPr>
        <w:shd w:val="clear" w:color="auto" w:fill="FFFFFF"/>
        <w:spacing w:before="317" w:line="317" w:lineRule="exact"/>
        <w:ind w:left="576"/>
      </w:pPr>
      <w:r>
        <w:rPr>
          <w:spacing w:val="-4"/>
          <w:sz w:val="28"/>
          <w:szCs w:val="28"/>
        </w:rPr>
        <w:t>3.1 .Администрация Мглинского района:</w:t>
      </w:r>
    </w:p>
    <w:p w:rsidR="000472BA" w:rsidRDefault="000472BA" w:rsidP="00ED09AA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  <w:t>осуществляет полномочия, предусмотренные разделом1настоящего Соглашения;</w:t>
      </w:r>
    </w:p>
    <w:p w:rsidR="000472BA" w:rsidRDefault="000472BA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распоряжается переданными ей финансовыми средствами по целевому назначению;</w:t>
      </w:r>
    </w:p>
    <w:p w:rsidR="000472BA" w:rsidRDefault="000472BA" w:rsidP="00ED09AA">
      <w:pPr>
        <w:numPr>
          <w:ilvl w:val="0"/>
          <w:numId w:val="7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r>
        <w:rPr>
          <w:spacing w:val="-1"/>
          <w:sz w:val="28"/>
          <w:szCs w:val="28"/>
        </w:rPr>
        <w:t xml:space="preserve">предоставляет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0472BA" w:rsidRPr="00796BFA" w:rsidRDefault="000472BA" w:rsidP="00796BFA">
      <w:pPr>
        <w:pStyle w:val="ListParagraph"/>
        <w:numPr>
          <w:ilvl w:val="2"/>
          <w:numId w:val="13"/>
        </w:numPr>
        <w:shd w:val="clear" w:color="auto" w:fill="FFFFFF"/>
        <w:tabs>
          <w:tab w:val="left" w:pos="1411"/>
        </w:tabs>
        <w:spacing w:line="317" w:lineRule="exact"/>
        <w:ind w:left="0" w:right="24" w:firstLine="567"/>
        <w:jc w:val="both"/>
        <w:rPr>
          <w:spacing w:val="-6"/>
          <w:sz w:val="28"/>
          <w:szCs w:val="28"/>
        </w:rPr>
      </w:pPr>
      <w:r w:rsidRPr="00796BFA">
        <w:rPr>
          <w:spacing w:val="-1"/>
          <w:sz w:val="28"/>
          <w:szCs w:val="28"/>
        </w:rPr>
        <w:t>определяет структуру и штатную численность работников Администрации Мглинского района</w:t>
      </w:r>
      <w:r w:rsidRPr="00796BFA">
        <w:rPr>
          <w:sz w:val="28"/>
          <w:szCs w:val="28"/>
        </w:rPr>
        <w:t xml:space="preserve"> с учетом необходимости </w:t>
      </w:r>
      <w:r w:rsidRPr="00796BFA"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0472BA" w:rsidRDefault="000472BA" w:rsidP="005C3B42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3.2. Администрация  Мглинского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0472BA" w:rsidRDefault="000472BA" w:rsidP="00ED09AA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3.3. Стороны имеют право принимать иные меры, необходимые для реализации настоящего Соглашения.</w:t>
      </w:r>
    </w:p>
    <w:p w:rsidR="000472BA" w:rsidRDefault="000472BA" w:rsidP="00ED09AA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0472BA" w:rsidRDefault="000472BA" w:rsidP="00ED09AA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>
        <w:rPr>
          <w:sz w:val="28"/>
          <w:szCs w:val="28"/>
        </w:rPr>
        <w:t>межбюджетных трансфертов из бюджета поселения в бюджет района, утвержденного решением Совета народных депутатов города Мглина.</w:t>
      </w:r>
    </w:p>
    <w:p w:rsidR="000472BA" w:rsidRDefault="000472BA" w:rsidP="00ED09AA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0472BA" w:rsidRDefault="000472BA" w:rsidP="00ED09AA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0472BA" w:rsidRDefault="000472BA" w:rsidP="005C3B42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(не надлежаще выполненные)полномочия.</w:t>
      </w:r>
    </w:p>
    <w:p w:rsidR="000472BA" w:rsidRDefault="000472BA" w:rsidP="005C3B42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Мглинским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0472BA" w:rsidRDefault="000472BA" w:rsidP="005C3B42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0472BA" w:rsidRDefault="000472BA" w:rsidP="00ED09AA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0472BA" w:rsidRDefault="000472BA" w:rsidP="00ED09AA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0472BA" w:rsidRDefault="000472BA" w:rsidP="00ED09AA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Полномочия по настоящему соглашению передаются  с  01 сентября</w:t>
      </w:r>
      <w:r>
        <w:rPr>
          <w:sz w:val="28"/>
          <w:szCs w:val="28"/>
        </w:rPr>
        <w:t>2022 года по 31.12.2022 г.</w:t>
      </w:r>
    </w:p>
    <w:p w:rsidR="000472BA" w:rsidRDefault="000472BA" w:rsidP="00ED09AA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0472BA" w:rsidRDefault="000472BA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0472BA" w:rsidRDefault="000472BA" w:rsidP="00ED09AA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0472BA" w:rsidRDefault="000472BA" w:rsidP="00ED09AA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0472BA" w:rsidRDefault="000472BA" w:rsidP="00ED09AA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0472BA" w:rsidRDefault="000472BA" w:rsidP="00ED09AA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0472BA" w:rsidRDefault="000472BA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0472BA" w:rsidRDefault="000472BA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0472BA" w:rsidRPr="00790B15" w:rsidRDefault="000472BA" w:rsidP="00ED09AA">
      <w:pPr>
        <w:numPr>
          <w:ilvl w:val="0"/>
          <w:numId w:val="9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0472BA" w:rsidRDefault="000472BA" w:rsidP="00ED09AA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0472BA" w:rsidRDefault="000472BA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0472BA" w:rsidRDefault="000472BA" w:rsidP="00ED09AA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0472BA" w:rsidRPr="00790B15" w:rsidRDefault="000472BA" w:rsidP="00D2796A">
      <w:pPr>
        <w:shd w:val="clear" w:color="auto" w:fill="FFFFFF"/>
        <w:rPr>
          <w:bCs/>
          <w:spacing w:val="-1"/>
          <w:sz w:val="28"/>
          <w:szCs w:val="28"/>
        </w:rPr>
      </w:pPr>
      <w:r w:rsidRPr="00790B15">
        <w:rPr>
          <w:bCs/>
          <w:spacing w:val="-1"/>
          <w:sz w:val="28"/>
          <w:szCs w:val="28"/>
        </w:rPr>
        <w:t>Глава города Мглина</w:t>
      </w:r>
      <w:r>
        <w:rPr>
          <w:bCs/>
          <w:spacing w:val="-1"/>
          <w:sz w:val="28"/>
          <w:szCs w:val="28"/>
        </w:rPr>
        <w:t xml:space="preserve">                                                         Глава администрации </w:t>
      </w:r>
    </w:p>
    <w:p w:rsidR="000472BA" w:rsidRDefault="000472BA" w:rsidP="00D2796A">
      <w:pPr>
        <w:shd w:val="clear" w:color="auto" w:fill="FFFFFF"/>
        <w:tabs>
          <w:tab w:val="left" w:pos="6480"/>
        </w:tabs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0472BA" w:rsidRDefault="000472BA" w:rsidP="00ED09AA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 xml:space="preserve">_________  Г.Ф. Подвербный                                            </w:t>
      </w:r>
      <w:r w:rsidRPr="00790B15">
        <w:rPr>
          <w:sz w:val="28"/>
          <w:szCs w:val="28"/>
        </w:rPr>
        <w:t>_</w:t>
      </w:r>
      <w:r>
        <w:rPr>
          <w:sz w:val="28"/>
          <w:szCs w:val="28"/>
        </w:rPr>
        <w:t>____</w:t>
      </w:r>
      <w:r w:rsidRPr="00790B15">
        <w:rPr>
          <w:sz w:val="28"/>
          <w:szCs w:val="28"/>
        </w:rPr>
        <w:t>________</w:t>
      </w:r>
      <w:r>
        <w:rPr>
          <w:sz w:val="28"/>
          <w:szCs w:val="28"/>
        </w:rPr>
        <w:t xml:space="preserve"> А.Г. Резунов</w:t>
      </w:r>
    </w:p>
    <w:p w:rsidR="000472BA" w:rsidRDefault="000472BA" w:rsidP="00ED09AA">
      <w:pPr>
        <w:shd w:val="clear" w:color="auto" w:fill="FFFFFF"/>
        <w:tabs>
          <w:tab w:val="left" w:pos="1670"/>
        </w:tabs>
        <w:spacing w:before="298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p w:rsidR="000472BA" w:rsidRDefault="000472BA">
      <w:pPr>
        <w:shd w:val="clear" w:color="auto" w:fill="FFFFFF"/>
        <w:spacing w:before="5" w:line="322" w:lineRule="exact"/>
        <w:ind w:left="5" w:firstLine="437"/>
        <w:jc w:val="both"/>
      </w:pPr>
    </w:p>
    <w:sectPr w:rsidR="000472BA" w:rsidSect="001E4552">
      <w:pgSz w:w="11909" w:h="16834"/>
      <w:pgMar w:top="709" w:right="706" w:bottom="720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2BA" w:rsidRDefault="000472BA" w:rsidP="00041ADB">
      <w:r>
        <w:separator/>
      </w:r>
    </w:p>
  </w:endnote>
  <w:endnote w:type="continuationSeparator" w:id="1">
    <w:p w:rsidR="000472BA" w:rsidRDefault="000472BA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2BA" w:rsidRDefault="000472BA" w:rsidP="00041ADB">
      <w:r>
        <w:separator/>
      </w:r>
    </w:p>
  </w:footnote>
  <w:footnote w:type="continuationSeparator" w:id="1">
    <w:p w:rsidR="000472BA" w:rsidRDefault="000472BA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472BA"/>
    <w:rsid w:val="00061359"/>
    <w:rsid w:val="000977A5"/>
    <w:rsid w:val="00097E6C"/>
    <w:rsid w:val="000D1C62"/>
    <w:rsid w:val="000D54C5"/>
    <w:rsid w:val="000F60B2"/>
    <w:rsid w:val="000F6AD1"/>
    <w:rsid w:val="00154528"/>
    <w:rsid w:val="001564D4"/>
    <w:rsid w:val="001862CE"/>
    <w:rsid w:val="00191E31"/>
    <w:rsid w:val="001B3FA8"/>
    <w:rsid w:val="001C19F5"/>
    <w:rsid w:val="001E4552"/>
    <w:rsid w:val="00210368"/>
    <w:rsid w:val="00251E77"/>
    <w:rsid w:val="002568D6"/>
    <w:rsid w:val="00263959"/>
    <w:rsid w:val="002A6DF1"/>
    <w:rsid w:val="002B68AB"/>
    <w:rsid w:val="002B743B"/>
    <w:rsid w:val="00327903"/>
    <w:rsid w:val="003350BB"/>
    <w:rsid w:val="00340443"/>
    <w:rsid w:val="00357D24"/>
    <w:rsid w:val="00367E74"/>
    <w:rsid w:val="003707FD"/>
    <w:rsid w:val="00372C44"/>
    <w:rsid w:val="00382A95"/>
    <w:rsid w:val="00386FFF"/>
    <w:rsid w:val="003B46C1"/>
    <w:rsid w:val="003D2852"/>
    <w:rsid w:val="0042618D"/>
    <w:rsid w:val="00446F52"/>
    <w:rsid w:val="00485720"/>
    <w:rsid w:val="004D57D1"/>
    <w:rsid w:val="004E1468"/>
    <w:rsid w:val="0051657C"/>
    <w:rsid w:val="00527E8B"/>
    <w:rsid w:val="00531680"/>
    <w:rsid w:val="005378D7"/>
    <w:rsid w:val="00560B2E"/>
    <w:rsid w:val="0056377C"/>
    <w:rsid w:val="00572914"/>
    <w:rsid w:val="005B4870"/>
    <w:rsid w:val="005C3B42"/>
    <w:rsid w:val="005F5B27"/>
    <w:rsid w:val="00606EBF"/>
    <w:rsid w:val="00625DBD"/>
    <w:rsid w:val="00661645"/>
    <w:rsid w:val="00667C1D"/>
    <w:rsid w:val="006940C3"/>
    <w:rsid w:val="006A0322"/>
    <w:rsid w:val="006A26A0"/>
    <w:rsid w:val="006C55A0"/>
    <w:rsid w:val="00704200"/>
    <w:rsid w:val="00790B15"/>
    <w:rsid w:val="007930DA"/>
    <w:rsid w:val="00796BFA"/>
    <w:rsid w:val="007A78B3"/>
    <w:rsid w:val="007E665D"/>
    <w:rsid w:val="007F0057"/>
    <w:rsid w:val="007F5F2B"/>
    <w:rsid w:val="00817400"/>
    <w:rsid w:val="0082437F"/>
    <w:rsid w:val="008C4239"/>
    <w:rsid w:val="008E72B5"/>
    <w:rsid w:val="00930CA0"/>
    <w:rsid w:val="00932BE9"/>
    <w:rsid w:val="0093343C"/>
    <w:rsid w:val="0093587D"/>
    <w:rsid w:val="00941C06"/>
    <w:rsid w:val="00967643"/>
    <w:rsid w:val="00983FE1"/>
    <w:rsid w:val="00985799"/>
    <w:rsid w:val="009C2678"/>
    <w:rsid w:val="00A0133A"/>
    <w:rsid w:val="00A22F3D"/>
    <w:rsid w:val="00AB31C5"/>
    <w:rsid w:val="00AD47B5"/>
    <w:rsid w:val="00AF602C"/>
    <w:rsid w:val="00B220BE"/>
    <w:rsid w:val="00B468DE"/>
    <w:rsid w:val="00B64026"/>
    <w:rsid w:val="00B93E09"/>
    <w:rsid w:val="00BA30E0"/>
    <w:rsid w:val="00BA7C8D"/>
    <w:rsid w:val="00BE2704"/>
    <w:rsid w:val="00C237FF"/>
    <w:rsid w:val="00C25FE8"/>
    <w:rsid w:val="00C425BE"/>
    <w:rsid w:val="00C44DF2"/>
    <w:rsid w:val="00C532D4"/>
    <w:rsid w:val="00C859F9"/>
    <w:rsid w:val="00CA5712"/>
    <w:rsid w:val="00CB2214"/>
    <w:rsid w:val="00CB674E"/>
    <w:rsid w:val="00CC15E6"/>
    <w:rsid w:val="00CC3F62"/>
    <w:rsid w:val="00CC45B5"/>
    <w:rsid w:val="00CD1D60"/>
    <w:rsid w:val="00CE2DA5"/>
    <w:rsid w:val="00CE4AE6"/>
    <w:rsid w:val="00CF19EC"/>
    <w:rsid w:val="00D034B0"/>
    <w:rsid w:val="00D172E6"/>
    <w:rsid w:val="00D2796A"/>
    <w:rsid w:val="00D725F0"/>
    <w:rsid w:val="00D73D04"/>
    <w:rsid w:val="00D87F1A"/>
    <w:rsid w:val="00D9487D"/>
    <w:rsid w:val="00DB6CB6"/>
    <w:rsid w:val="00DB71F9"/>
    <w:rsid w:val="00DE3A07"/>
    <w:rsid w:val="00E019E3"/>
    <w:rsid w:val="00E07E21"/>
    <w:rsid w:val="00E262B8"/>
    <w:rsid w:val="00E5214C"/>
    <w:rsid w:val="00E55164"/>
    <w:rsid w:val="00E6231B"/>
    <w:rsid w:val="00E64BC1"/>
    <w:rsid w:val="00E66D2A"/>
    <w:rsid w:val="00E7566A"/>
    <w:rsid w:val="00E77B53"/>
    <w:rsid w:val="00ED09AA"/>
    <w:rsid w:val="00ED2221"/>
    <w:rsid w:val="00EF6C68"/>
    <w:rsid w:val="00F00B9D"/>
    <w:rsid w:val="00F210AF"/>
    <w:rsid w:val="00F2135C"/>
    <w:rsid w:val="00F3652E"/>
    <w:rsid w:val="00F43C5D"/>
    <w:rsid w:val="00F579A6"/>
    <w:rsid w:val="00F65623"/>
    <w:rsid w:val="00F8624A"/>
    <w:rsid w:val="00F96295"/>
    <w:rsid w:val="00FA42FC"/>
    <w:rsid w:val="00FB1BA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locked/>
    <w:rsid w:val="001E4552"/>
    <w:pPr>
      <w:widowControl/>
      <w:autoSpaceDE/>
      <w:autoSpaceDN/>
      <w:adjustRightInd/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1E4552"/>
    <w:rPr>
      <w:rFonts w:cs="Times New Roman"/>
      <w:b/>
      <w:sz w:val="56"/>
      <w:lang w:val="ru-RU" w:eastAsia="ru-RU" w:bidi="ar-SA"/>
    </w:rPr>
  </w:style>
  <w:style w:type="paragraph" w:styleId="Subtitle">
    <w:name w:val="Subtitle"/>
    <w:basedOn w:val="Normal"/>
    <w:link w:val="SubtitleChar"/>
    <w:uiPriority w:val="99"/>
    <w:qFormat/>
    <w:locked/>
    <w:rsid w:val="001E4552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E4552"/>
    <w:rPr>
      <w:rFonts w:cs="Times New Roman"/>
      <w:b/>
      <w:sz w:val="40"/>
      <w:lang w:val="ru-RU" w:eastAsia="ru-RU" w:bidi="ar-SA"/>
    </w:rPr>
  </w:style>
  <w:style w:type="paragraph" w:styleId="PlainText">
    <w:name w:val="Plain Text"/>
    <w:basedOn w:val="Normal"/>
    <w:link w:val="PlainTextChar"/>
    <w:uiPriority w:val="99"/>
    <w:rsid w:val="001E455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E4552"/>
    <w:rPr>
      <w:rFonts w:ascii="Courier New" w:hAnsi="Courier New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428</TotalTime>
  <Pages>5</Pages>
  <Words>1506</Words>
  <Characters>8586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68</cp:revision>
  <cp:lastPrinted>2022-08-19T07:21:00Z</cp:lastPrinted>
  <dcterms:created xsi:type="dcterms:W3CDTF">2022-08-10T07:19:00Z</dcterms:created>
  <dcterms:modified xsi:type="dcterms:W3CDTF">2022-08-19T07:22:00Z</dcterms:modified>
</cp:coreProperties>
</file>